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C08F1" w14:textId="77777777" w:rsidR="00E44DA4" w:rsidRDefault="00D46353">
      <w:pPr>
        <w:spacing w:after="0" w:line="240" w:lineRule="auto"/>
        <w:jc w:val="right"/>
        <w:rPr>
          <w:rFonts w:cs="Calibri"/>
          <w:b/>
        </w:rPr>
      </w:pPr>
      <w:r>
        <w:rPr>
          <w:rFonts w:cs="Calibri"/>
          <w:b/>
        </w:rPr>
        <w:t>ALLEGATO 1</w:t>
      </w:r>
    </w:p>
    <w:p w14:paraId="3DB0109E" w14:textId="77777777" w:rsidR="00E44DA4" w:rsidRDefault="00E44DA4">
      <w:pPr>
        <w:spacing w:after="0" w:line="240" w:lineRule="auto"/>
        <w:jc w:val="center"/>
        <w:rPr>
          <w:rFonts w:cs="Calibri"/>
        </w:rPr>
      </w:pPr>
    </w:p>
    <w:p w14:paraId="267A5C09" w14:textId="77777777" w:rsidR="00E44DA4" w:rsidRDefault="00D46353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DICHIARAZIONE PERSONALE DI CONFERMA PUNTEGGIO</w:t>
      </w:r>
    </w:p>
    <w:p w14:paraId="3F29888E" w14:textId="77777777" w:rsidR="00E44DA4" w:rsidRDefault="00D46353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 xml:space="preserve"> </w:t>
      </w:r>
    </w:p>
    <w:p w14:paraId="37688DC6" w14:textId="77777777" w:rsidR="00E44DA4" w:rsidRDefault="00E44DA4">
      <w:pPr>
        <w:spacing w:after="0" w:line="240" w:lineRule="auto"/>
        <w:jc w:val="right"/>
        <w:rPr>
          <w:rFonts w:cs="Calibri"/>
        </w:rPr>
      </w:pPr>
    </w:p>
    <w:p w14:paraId="4113A4C5" w14:textId="77777777" w:rsidR="00E44DA4" w:rsidRDefault="00D46353">
      <w:pPr>
        <w:spacing w:after="0" w:line="240" w:lineRule="auto"/>
        <w:jc w:val="right"/>
        <w:rPr>
          <w:rFonts w:cs="Calibri"/>
        </w:rPr>
      </w:pPr>
      <w:r>
        <w:rPr>
          <w:rFonts w:cs="Calibri"/>
        </w:rPr>
        <w:t xml:space="preserve">AL DIRIGENTE SCOLASTICO </w:t>
      </w:r>
    </w:p>
    <w:p w14:paraId="29A4EA1E" w14:textId="77777777" w:rsidR="00E44DA4" w:rsidRDefault="00D46353">
      <w:pPr>
        <w:spacing w:after="0" w:line="240" w:lineRule="auto"/>
        <w:jc w:val="right"/>
        <w:rPr>
          <w:rFonts w:cs="Calibri"/>
        </w:rPr>
      </w:pPr>
      <w:r>
        <w:rPr>
          <w:rFonts w:cs="Calibri"/>
        </w:rPr>
        <w:t xml:space="preserve"> I.C. “MARVASI VIZZONE” </w:t>
      </w:r>
    </w:p>
    <w:p w14:paraId="36B63E7E" w14:textId="77777777" w:rsidR="00E44DA4" w:rsidRDefault="00D46353">
      <w:pPr>
        <w:spacing w:after="0" w:line="240" w:lineRule="auto"/>
        <w:jc w:val="right"/>
        <w:rPr>
          <w:rFonts w:cs="Calibri"/>
        </w:rPr>
      </w:pPr>
      <w:r>
        <w:rPr>
          <w:rFonts w:cs="Calibri"/>
        </w:rPr>
        <w:t>ROSARNO-SAN FERDINANDO (RC)</w:t>
      </w:r>
    </w:p>
    <w:p w14:paraId="08882717" w14:textId="77777777" w:rsidR="00E44DA4" w:rsidRDefault="00D46353">
      <w:pPr>
        <w:pStyle w:val="Default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14:paraId="6A50637C" w14:textId="77777777" w:rsidR="00E44DA4" w:rsidRDefault="00E44DA4">
      <w:pPr>
        <w:pStyle w:val="Default"/>
        <w:jc w:val="right"/>
        <w:rPr>
          <w:rFonts w:ascii="Palatino Linotype" w:hAnsi="Palatino Linotype" w:cs="Calibri"/>
          <w:sz w:val="22"/>
          <w:szCs w:val="22"/>
        </w:rPr>
      </w:pPr>
    </w:p>
    <w:p w14:paraId="29058CDA" w14:textId="77777777" w:rsidR="00E44DA4" w:rsidRDefault="00E44DA4">
      <w:pPr>
        <w:pStyle w:val="Default"/>
        <w:jc w:val="right"/>
        <w:rPr>
          <w:rFonts w:ascii="Palatino Linotype" w:hAnsi="Palatino Linotype" w:cs="Calibri"/>
          <w:sz w:val="22"/>
          <w:szCs w:val="22"/>
        </w:rPr>
      </w:pPr>
    </w:p>
    <w:p w14:paraId="54F943E3" w14:textId="77777777" w:rsidR="00E44DA4" w:rsidRDefault="00D46353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Il /La </w:t>
      </w:r>
      <w:proofErr w:type="spellStart"/>
      <w:r>
        <w:rPr>
          <w:rFonts w:ascii="Calibri" w:hAnsi="Calibri" w:cs="Calibri"/>
          <w:sz w:val="22"/>
          <w:szCs w:val="22"/>
        </w:rPr>
        <w:t>Sottoscritt</w:t>
      </w:r>
      <w:proofErr w:type="spellEnd"/>
      <w:r>
        <w:rPr>
          <w:rFonts w:ascii="Calibri" w:hAnsi="Calibri" w:cs="Calibri"/>
          <w:sz w:val="22"/>
          <w:szCs w:val="22"/>
        </w:rPr>
        <w:t xml:space="preserve">_ _________________________________________________________________________ </w:t>
      </w:r>
    </w:p>
    <w:p w14:paraId="79AE3A3F" w14:textId="77777777" w:rsidR="00E44DA4" w:rsidRDefault="00E44DA4">
      <w:pPr>
        <w:pStyle w:val="Default"/>
        <w:jc w:val="both"/>
        <w:rPr>
          <w:rFonts w:ascii="Calibri" w:hAnsi="Calibri" w:cs="Calibri"/>
          <w:sz w:val="22"/>
          <w:szCs w:val="22"/>
          <w:shd w:val="clear" w:color="auto" w:fill="FFFF00"/>
        </w:rPr>
      </w:pPr>
    </w:p>
    <w:p w14:paraId="2BFD7A79" w14:textId="77777777" w:rsidR="00E44DA4" w:rsidRDefault="00D46353">
      <w:pPr>
        <w:pStyle w:val="Default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nat</w:t>
      </w:r>
      <w:proofErr w:type="spellEnd"/>
      <w:r>
        <w:rPr>
          <w:rFonts w:ascii="Calibri" w:hAnsi="Calibri" w:cs="Calibri"/>
          <w:sz w:val="22"/>
          <w:szCs w:val="22"/>
        </w:rPr>
        <w:t xml:space="preserve">_ a </w:t>
      </w:r>
      <w:r>
        <w:rPr>
          <w:rFonts w:ascii="Calibri" w:hAnsi="Calibri" w:cs="Calibri"/>
          <w:sz w:val="22"/>
          <w:szCs w:val="22"/>
        </w:rPr>
        <w:t xml:space="preserve">_____________________________________________________ il ___________________________ </w:t>
      </w:r>
    </w:p>
    <w:p w14:paraId="365049E7" w14:textId="77777777" w:rsidR="00E44DA4" w:rsidRDefault="00E44DA4">
      <w:pPr>
        <w:pStyle w:val="Default"/>
        <w:jc w:val="both"/>
        <w:rPr>
          <w:rFonts w:ascii="Calibri" w:hAnsi="Calibri" w:cs="Calibri"/>
          <w:sz w:val="22"/>
          <w:szCs w:val="22"/>
          <w:shd w:val="clear" w:color="auto" w:fill="FFFF00"/>
        </w:rPr>
      </w:pPr>
    </w:p>
    <w:p w14:paraId="412FE382" w14:textId="77777777" w:rsidR="00E44DA4" w:rsidRDefault="00D46353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 residente in ___________________________________via/p.zza _________________________________ </w:t>
      </w:r>
    </w:p>
    <w:p w14:paraId="6537BBBB" w14:textId="77777777" w:rsidR="00E44DA4" w:rsidRDefault="00E44DA4">
      <w:pPr>
        <w:spacing w:after="0" w:line="240" w:lineRule="auto"/>
        <w:jc w:val="both"/>
        <w:rPr>
          <w:rFonts w:cs="Calibri"/>
        </w:rPr>
      </w:pPr>
    </w:p>
    <w:p w14:paraId="2629D60B" w14:textId="77777777" w:rsidR="00E44DA4" w:rsidRDefault="00D46353">
      <w:pPr>
        <w:pStyle w:val="Default"/>
        <w:numPr>
          <w:ilvl w:val="0"/>
          <w:numId w:val="1"/>
        </w:numPr>
        <w:spacing w:line="276" w:lineRule="auto"/>
        <w:jc w:val="both"/>
      </w:pPr>
      <w:r>
        <w:rPr>
          <w:rFonts w:ascii="Calibri" w:hAnsi="Calibri" w:cs="Calibri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B9E6143" wp14:editId="160624C7">
                <wp:simplePos x="0" y="0"/>
                <wp:positionH relativeFrom="column">
                  <wp:posOffset>3120389</wp:posOffset>
                </wp:positionH>
                <wp:positionV relativeFrom="paragraph">
                  <wp:posOffset>50804</wp:posOffset>
                </wp:positionV>
                <wp:extent cx="91440" cy="99056"/>
                <wp:effectExtent l="0" t="0" r="22860" b="15244"/>
                <wp:wrapNone/>
                <wp:docPr id="1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990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573591E0" id="Rectangle 6" o:spid="_x0000_s1026" style="position:absolute;margin-left:245.7pt;margin-top:4pt;width:7.2pt;height:7.8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" strokeweight=".26467mm">
                <v:textbox inset="0,0,0,0"/>
              </v:rect>
            </w:pict>
          </mc:Fallback>
        </mc:AlternateContent>
      </w:r>
      <w:r>
        <w:rPr>
          <w:rFonts w:ascii="Calibri" w:hAnsi="Calibri" w:cs="Calibri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BDAD2E" wp14:editId="7BA96ABD">
                <wp:simplePos x="0" y="0"/>
                <wp:positionH relativeFrom="column">
                  <wp:posOffset>2381253</wp:posOffset>
                </wp:positionH>
                <wp:positionV relativeFrom="paragraph">
                  <wp:posOffset>58421</wp:posOffset>
                </wp:positionV>
                <wp:extent cx="91440" cy="99056"/>
                <wp:effectExtent l="0" t="0" r="22860" b="15244"/>
                <wp:wrapNone/>
                <wp:docPr id="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990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71C43B13" id="Rectangle 5" o:spid="_x0000_s1026" style="position:absolute;margin-left:187.5pt;margin-top:4.6pt;width:7.2pt;height:7.8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" strokeweight=".26467mm">
                <v:textbox inset="0,0,0,0"/>
              </v:rect>
            </w:pict>
          </mc:Fallback>
        </mc:AlternateContent>
      </w:r>
      <w:r>
        <w:rPr>
          <w:rFonts w:ascii="Calibri" w:hAnsi="Calibri" w:cs="Calibri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D70DB3C" wp14:editId="5D9748F6">
                <wp:simplePos x="0" y="0"/>
                <wp:positionH relativeFrom="column">
                  <wp:posOffset>1703070</wp:posOffset>
                </wp:positionH>
                <wp:positionV relativeFrom="paragraph">
                  <wp:posOffset>50804</wp:posOffset>
                </wp:positionV>
                <wp:extent cx="91440" cy="99056"/>
                <wp:effectExtent l="0" t="0" r="22860" b="15244"/>
                <wp:wrapNone/>
                <wp:docPr id="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990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5028EF81" id="Rectangle 4" o:spid="_x0000_s1026" style="position:absolute;margin-left:134.1pt;margin-top:4pt;width:7.2pt;height:7.8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" strokeweight=".26467mm">
                <v:textbox inset="0,0,0,0"/>
              </v:rect>
            </w:pict>
          </mc:Fallback>
        </mc:AlternateContent>
      </w:r>
      <w:r>
        <w:rPr>
          <w:rFonts w:ascii="Calibri" w:hAnsi="Calibri" w:cs="Calibri"/>
          <w:sz w:val="22"/>
          <w:szCs w:val="22"/>
        </w:rPr>
        <w:t>docente di scuola            Infanzia       Primaria         Secondari</w:t>
      </w:r>
      <w:r>
        <w:rPr>
          <w:rFonts w:ascii="Calibri" w:hAnsi="Calibri" w:cs="Calibri"/>
          <w:sz w:val="22"/>
          <w:szCs w:val="22"/>
        </w:rPr>
        <w:t xml:space="preserve">a I Grado (classe di concorso) ……………… </w:t>
      </w:r>
    </w:p>
    <w:p w14:paraId="2E05270F" w14:textId="77777777" w:rsidR="00E44DA4" w:rsidRDefault="00D46353">
      <w:pPr>
        <w:pStyle w:val="Defaul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personale ATA profilo ………………………………………. </w:t>
      </w:r>
    </w:p>
    <w:p w14:paraId="16B833BB" w14:textId="77777777" w:rsidR="00E44DA4" w:rsidRDefault="00E44DA4">
      <w:pPr>
        <w:pStyle w:val="Default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3A55923" w14:textId="77777777" w:rsidR="00E44DA4" w:rsidRDefault="00D46353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titolare presso codesto Istituto, ai fini dell’attribuzione del punteggio relativamente alla graduatoria interna di istituto per l’individuazione di eventuali soprannumerari pe</w:t>
      </w:r>
      <w:r>
        <w:rPr>
          <w:rFonts w:ascii="Calibri" w:hAnsi="Calibri" w:cs="Calibri"/>
          <w:sz w:val="22"/>
          <w:szCs w:val="22"/>
        </w:rPr>
        <w:t>r l’anno scolastico 2020/21,</w:t>
      </w:r>
    </w:p>
    <w:p w14:paraId="69596323" w14:textId="77777777" w:rsidR="00E44DA4" w:rsidRDefault="00E44DA4">
      <w:pPr>
        <w:autoSpaceDE w:val="0"/>
        <w:spacing w:after="0"/>
        <w:jc w:val="center"/>
        <w:rPr>
          <w:rFonts w:cs="Calibri"/>
          <w:b/>
          <w:bCs/>
          <w:color w:val="000000"/>
        </w:rPr>
      </w:pPr>
    </w:p>
    <w:p w14:paraId="253D243C" w14:textId="77777777" w:rsidR="00E44DA4" w:rsidRDefault="00D46353">
      <w:pPr>
        <w:autoSpaceDE w:val="0"/>
        <w:spacing w:after="0"/>
        <w:jc w:val="center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>DICHIARA</w:t>
      </w:r>
    </w:p>
    <w:p w14:paraId="35A3E891" w14:textId="77777777" w:rsidR="00E44DA4" w:rsidRDefault="00E44DA4">
      <w:pPr>
        <w:autoSpaceDE w:val="0"/>
        <w:spacing w:after="0"/>
        <w:jc w:val="center"/>
        <w:rPr>
          <w:rFonts w:cs="Calibri"/>
          <w:color w:val="000000"/>
        </w:rPr>
      </w:pPr>
    </w:p>
    <w:p w14:paraId="6C1DC330" w14:textId="77777777" w:rsidR="00E44DA4" w:rsidRDefault="00D46353">
      <w:pPr>
        <w:spacing w:after="0" w:line="240" w:lineRule="auto"/>
        <w:jc w:val="both"/>
      </w:pPr>
      <w:r>
        <w:rPr>
          <w:rFonts w:cs="Calibri"/>
        </w:rPr>
        <w:t>sotto la propria personale responsabilità, ai sensi del D.P.R. 28.12.2000 n° 445, come integrato dall’art. 15 L. n. 3/2003 e modificato dall’art. 15 L. n. 183/2011,</w:t>
      </w:r>
      <w:r>
        <w:rPr>
          <w:rFonts w:cs="Calibri"/>
          <w:b/>
        </w:rPr>
        <w:t xml:space="preserve"> </w:t>
      </w:r>
      <w:r>
        <w:rPr>
          <w:rFonts w:cs="Calibri"/>
        </w:rPr>
        <w:t>che relativamente</w:t>
      </w:r>
      <w:r>
        <w:rPr>
          <w:rFonts w:eastAsia="Times New Roman" w:cs="Calibri"/>
          <w:lang w:eastAsia="it-IT"/>
        </w:rPr>
        <w:t xml:space="preserve"> </w:t>
      </w:r>
      <w:r>
        <w:rPr>
          <w:rFonts w:eastAsia="Times New Roman" w:cs="Calibri"/>
          <w:lang w:eastAsia="it-IT"/>
        </w:rPr>
        <w:t xml:space="preserve">all'aggiornamento della graduatoria interna, in relazione ai titoli, alle esigenze di famiglia, ai servizi e alle dichiarazioni sulla cui base la suddetta graduatoria è compilata, NULLA </w:t>
      </w:r>
      <w:proofErr w:type="gramStart"/>
      <w:r>
        <w:rPr>
          <w:rFonts w:eastAsia="Times New Roman" w:cs="Calibri"/>
          <w:lang w:eastAsia="it-IT"/>
        </w:rPr>
        <w:t>E'</w:t>
      </w:r>
      <w:proofErr w:type="gramEnd"/>
      <w:r>
        <w:rPr>
          <w:rFonts w:eastAsia="Times New Roman" w:cs="Calibri"/>
          <w:lang w:eastAsia="it-IT"/>
        </w:rPr>
        <w:t xml:space="preserve"> VARIATO RISPETTO ALL'ANNO PRECEDENTE, fatto salvo l’ulteriore punte</w:t>
      </w:r>
      <w:r>
        <w:rPr>
          <w:rFonts w:eastAsia="Times New Roman" w:cs="Calibri"/>
          <w:lang w:eastAsia="it-IT"/>
        </w:rPr>
        <w:t>ggio derivante dal servizio effettuato:</w:t>
      </w:r>
    </w:p>
    <w:p w14:paraId="4CD5F156" w14:textId="77777777" w:rsidR="00E44DA4" w:rsidRDefault="00E44DA4">
      <w:pPr>
        <w:spacing w:after="0" w:line="240" w:lineRule="auto"/>
        <w:jc w:val="both"/>
        <w:rPr>
          <w:rFonts w:eastAsia="Times New Roman" w:cs="Calibri"/>
          <w:lang w:eastAsia="it-IT"/>
        </w:rPr>
      </w:pPr>
    </w:p>
    <w:p w14:paraId="46985578" w14:textId="77777777" w:rsidR="00E44DA4" w:rsidRDefault="00D46353">
      <w:pPr>
        <w:spacing w:after="0" w:line="240" w:lineRule="auto"/>
        <w:jc w:val="both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PER I DOCENTI:</w:t>
      </w:r>
      <w:r>
        <w:rPr>
          <w:rFonts w:eastAsia="Times New Roman" w:cs="Calibri"/>
          <w:b/>
          <w:lang w:eastAsia="it-IT"/>
        </w:rPr>
        <w:tab/>
      </w:r>
      <w:r>
        <w:rPr>
          <w:rFonts w:eastAsia="Times New Roman" w:cs="Calibri"/>
          <w:b/>
          <w:lang w:eastAsia="it-IT"/>
        </w:rPr>
        <w:tab/>
      </w:r>
    </w:p>
    <w:p w14:paraId="5D13C5A4" w14:textId="06314CEF" w:rsidR="00E44DA4" w:rsidRDefault="00D46353">
      <w:pPr>
        <w:spacing w:after="0" w:line="240" w:lineRule="auto"/>
        <w:ind w:firstLine="426"/>
        <w:jc w:val="both"/>
      </w:pPr>
      <w:r>
        <w:rPr>
          <w:rFonts w:ascii="Symbol" w:eastAsia="Symbol" w:hAnsi="Symbol" w:cs="Symbol"/>
          <w:lang w:eastAsia="it-IT"/>
        </w:rPr>
        <w:t></w:t>
      </w:r>
      <w:r>
        <w:rPr>
          <w:rFonts w:eastAsia="Times New Roman" w:cs="Calibri"/>
          <w:lang w:eastAsia="it-IT"/>
        </w:rPr>
        <w:t xml:space="preserve">    nell’anno scolastico 201</w:t>
      </w:r>
      <w:r w:rsidR="00E41649">
        <w:rPr>
          <w:rFonts w:eastAsia="Times New Roman" w:cs="Calibri"/>
          <w:lang w:eastAsia="it-IT"/>
        </w:rPr>
        <w:t>9</w:t>
      </w:r>
      <w:r>
        <w:rPr>
          <w:rFonts w:eastAsia="Times New Roman" w:cs="Calibri"/>
          <w:lang w:eastAsia="it-IT"/>
        </w:rPr>
        <w:t>/20</w:t>
      </w:r>
      <w:r w:rsidR="00E41649">
        <w:rPr>
          <w:rFonts w:eastAsia="Times New Roman" w:cs="Calibri"/>
          <w:lang w:eastAsia="it-IT"/>
        </w:rPr>
        <w:t>20</w:t>
      </w:r>
      <w:r>
        <w:rPr>
          <w:rFonts w:eastAsia="Times New Roman" w:cs="Calibri"/>
          <w:lang w:eastAsia="it-IT"/>
        </w:rPr>
        <w:t>;</w:t>
      </w:r>
    </w:p>
    <w:p w14:paraId="5A9217BE" w14:textId="77777777" w:rsidR="00E44DA4" w:rsidRDefault="00E44DA4">
      <w:pPr>
        <w:spacing w:after="0" w:line="240" w:lineRule="auto"/>
        <w:ind w:firstLine="426"/>
        <w:jc w:val="both"/>
        <w:rPr>
          <w:rFonts w:eastAsia="Times New Roman" w:cs="Calibri"/>
          <w:lang w:eastAsia="it-IT"/>
        </w:rPr>
      </w:pPr>
    </w:p>
    <w:p w14:paraId="31A5B4D5" w14:textId="77777777" w:rsidR="00E44DA4" w:rsidRDefault="00D46353">
      <w:pPr>
        <w:spacing w:after="0" w:line="240" w:lineRule="auto"/>
        <w:jc w:val="both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PER IL PERSONALE ATA:</w:t>
      </w:r>
    </w:p>
    <w:p w14:paraId="3D171CEE" w14:textId="77777777" w:rsidR="00E44DA4" w:rsidRDefault="00D46353">
      <w:pPr>
        <w:spacing w:after="0" w:line="240" w:lineRule="auto"/>
        <w:ind w:firstLine="426"/>
        <w:jc w:val="both"/>
      </w:pPr>
      <w:r>
        <w:rPr>
          <w:rFonts w:cs="Calibri"/>
          <w:i/>
        </w:rPr>
        <w:t xml:space="preserve">    </w:t>
      </w:r>
    </w:p>
    <w:p w14:paraId="3ABDB03A" w14:textId="77777777" w:rsidR="00E44DA4" w:rsidRDefault="00D46353">
      <w:pPr>
        <w:pStyle w:val="Default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alla data di scadenza per l’inoltro della presente dichiarazione.</w:t>
      </w:r>
    </w:p>
    <w:p w14:paraId="1A1E6BC7" w14:textId="77777777" w:rsidR="00E44DA4" w:rsidRDefault="00E44DA4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1C196871" w14:textId="77777777" w:rsidR="00E44DA4" w:rsidRDefault="00E44DA4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15C884E7" w14:textId="77777777" w:rsidR="00E44DA4" w:rsidRDefault="00D46353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Data ____________________ </w:t>
      </w:r>
    </w:p>
    <w:p w14:paraId="489F6131" w14:textId="77777777" w:rsidR="00E44DA4" w:rsidRDefault="00D46353">
      <w:pPr>
        <w:pStyle w:val="Default"/>
        <w:ind w:left="6372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Firma </w:t>
      </w:r>
    </w:p>
    <w:p w14:paraId="25607563" w14:textId="77777777" w:rsidR="00E44DA4" w:rsidRDefault="00E44DA4">
      <w:pPr>
        <w:pStyle w:val="Default"/>
        <w:ind w:left="6372" w:firstLine="708"/>
        <w:jc w:val="both"/>
        <w:rPr>
          <w:rFonts w:ascii="Calibri" w:hAnsi="Calibri" w:cs="Calibri"/>
          <w:sz w:val="22"/>
          <w:szCs w:val="22"/>
        </w:rPr>
      </w:pPr>
    </w:p>
    <w:p w14:paraId="00840F9D" w14:textId="77777777" w:rsidR="00E44DA4" w:rsidRDefault="00D46353">
      <w:pPr>
        <w:spacing w:after="0" w:line="240" w:lineRule="auto"/>
        <w:ind w:left="6164" w:firstLine="208"/>
        <w:jc w:val="both"/>
        <w:rPr>
          <w:rFonts w:cs="Calibri"/>
        </w:rPr>
      </w:pPr>
      <w:r>
        <w:rPr>
          <w:rFonts w:cs="Calibri"/>
        </w:rPr>
        <w:t>______________________</w:t>
      </w:r>
    </w:p>
    <w:p w14:paraId="6557B9CC" w14:textId="77777777" w:rsidR="00E44DA4" w:rsidRDefault="00E44DA4">
      <w:pPr>
        <w:spacing w:after="0" w:line="240" w:lineRule="auto"/>
        <w:ind w:left="6372" w:firstLine="708"/>
        <w:jc w:val="both"/>
        <w:rPr>
          <w:rFonts w:cs="Calibri"/>
        </w:rPr>
      </w:pPr>
    </w:p>
    <w:p w14:paraId="717FB70D" w14:textId="77777777" w:rsidR="00E44DA4" w:rsidRDefault="00E44DA4">
      <w:pPr>
        <w:spacing w:after="0" w:line="240" w:lineRule="auto"/>
        <w:ind w:left="6372" w:firstLine="708"/>
        <w:jc w:val="both"/>
        <w:rPr>
          <w:rFonts w:cs="Calibri"/>
        </w:rPr>
      </w:pPr>
    </w:p>
    <w:sectPr w:rsidR="00E44DA4">
      <w:pgSz w:w="11906" w:h="16838"/>
      <w:pgMar w:top="56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C444B" w14:textId="77777777" w:rsidR="00D46353" w:rsidRDefault="00D46353">
      <w:pPr>
        <w:spacing w:after="0" w:line="240" w:lineRule="auto"/>
      </w:pPr>
      <w:r>
        <w:separator/>
      </w:r>
    </w:p>
  </w:endnote>
  <w:endnote w:type="continuationSeparator" w:id="0">
    <w:p w14:paraId="7EEF76FD" w14:textId="77777777" w:rsidR="00D46353" w:rsidRDefault="00D46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C60EA" w14:textId="77777777" w:rsidR="00D46353" w:rsidRDefault="00D4635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31EC4DC" w14:textId="77777777" w:rsidR="00D46353" w:rsidRDefault="00D463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93549"/>
    <w:multiLevelType w:val="multilevel"/>
    <w:tmpl w:val="F7FAC3B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7AF2410"/>
    <w:multiLevelType w:val="multilevel"/>
    <w:tmpl w:val="5406BEFA"/>
    <w:lvl w:ilvl="0">
      <w:numFmt w:val="bullet"/>
      <w:lvlText w:val=""/>
      <w:lvlJc w:val="left"/>
      <w:pPr>
        <w:ind w:left="786" w:hanging="360"/>
      </w:pPr>
      <w:rPr>
        <w:rFonts w:ascii="Symbol" w:eastAsia="Times New Roman" w:hAnsi="Symbol" w:cs="Calibri"/>
        <w:sz w:val="24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44DA4"/>
    <w:rsid w:val="00410A8E"/>
    <w:rsid w:val="00B62E1B"/>
    <w:rsid w:val="00D46353"/>
    <w:rsid w:val="00E41649"/>
    <w:rsid w:val="00E4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9C858"/>
  <w15:docId w15:val="{4EF40483-5AFA-4C62-9E59-0AED0A8D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lastModifiedBy>PC2</cp:lastModifiedBy>
  <cp:revision>2</cp:revision>
  <cp:lastPrinted>2018-03-29T08:45:00Z</cp:lastPrinted>
  <dcterms:created xsi:type="dcterms:W3CDTF">2021-05-22T09:00:00Z</dcterms:created>
  <dcterms:modified xsi:type="dcterms:W3CDTF">2021-05-22T09:00:00Z</dcterms:modified>
</cp:coreProperties>
</file>